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BE3" w:rsidRDefault="008808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February Lesson</w:t>
      </w:r>
    </w:p>
    <w:p w:rsidR="0088081C" w:rsidRDefault="008808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P.S. Be Eleven</w:t>
      </w:r>
    </w:p>
    <w:p w:rsidR="0088081C" w:rsidRDefault="0088081C">
      <w:pPr>
        <w:rPr>
          <w:rFonts w:ascii="Times New Roman" w:hAnsi="Times New Roman" w:cs="Times New Roman"/>
          <w:sz w:val="24"/>
          <w:szCs w:val="24"/>
        </w:rPr>
      </w:pPr>
    </w:p>
    <w:p w:rsidR="0088081C" w:rsidRDefault="008808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Since this book contains a lot of things that went on in the sixties and seventies, I would have the students do a research project and presentation.  Students could pick the Vietnam War, Black Panthers, Martin Luther King, Jackson Five, or anything else that was </w:t>
      </w:r>
      <w:proofErr w:type="gramStart"/>
      <w:r>
        <w:rPr>
          <w:rFonts w:ascii="Times New Roman" w:hAnsi="Times New Roman" w:cs="Times New Roman"/>
          <w:sz w:val="24"/>
          <w:szCs w:val="24"/>
        </w:rPr>
        <w:t>popular/controversial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during that time period.  </w:t>
      </w:r>
    </w:p>
    <w:p w:rsidR="0088081C" w:rsidRDefault="0088081C" w:rsidP="0088081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8081C">
        <w:rPr>
          <w:rFonts w:ascii="Times New Roman" w:hAnsi="Times New Roman" w:cs="Times New Roman"/>
          <w:sz w:val="24"/>
          <w:szCs w:val="24"/>
        </w:rPr>
        <w:t>Students would research and obtain three sources</w:t>
      </w:r>
      <w:r>
        <w:rPr>
          <w:rFonts w:ascii="Times New Roman" w:hAnsi="Times New Roman" w:cs="Times New Roman"/>
          <w:sz w:val="24"/>
          <w:szCs w:val="24"/>
        </w:rPr>
        <w:t xml:space="preserve"> on their topic</w:t>
      </w:r>
      <w:r w:rsidRPr="0088081C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88081C" w:rsidRDefault="0088081C" w:rsidP="0088081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would write a research paper</w:t>
      </w:r>
    </w:p>
    <w:p w:rsidR="0088081C" w:rsidRDefault="0088081C" w:rsidP="0088081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Present using a prop.  Either a poster, power point, etc.,</w:t>
      </w:r>
    </w:p>
    <w:p w:rsidR="0088081C" w:rsidRPr="0088081C" w:rsidRDefault="0088081C" w:rsidP="0088081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They can also dress in character to depict the time period.  </w:t>
      </w:r>
      <w:bookmarkStart w:id="0" w:name="_GoBack"/>
      <w:bookmarkEnd w:id="0"/>
    </w:p>
    <w:sectPr w:rsidR="0088081C" w:rsidRPr="008808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D729ED"/>
    <w:multiLevelType w:val="hybridMultilevel"/>
    <w:tmpl w:val="D390D4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81C"/>
    <w:rsid w:val="004506E1"/>
    <w:rsid w:val="0088081C"/>
    <w:rsid w:val="009E1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08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08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24679AE3</Template>
  <TotalTime>5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Garlow</dc:creator>
  <cp:lastModifiedBy>Lisa Garlow</cp:lastModifiedBy>
  <cp:revision>1</cp:revision>
  <dcterms:created xsi:type="dcterms:W3CDTF">2015-02-26T18:00:00Z</dcterms:created>
  <dcterms:modified xsi:type="dcterms:W3CDTF">2015-02-26T18:06:00Z</dcterms:modified>
</cp:coreProperties>
</file>